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83C80" w14:textId="77777777" w:rsidR="00B94F5F" w:rsidRPr="00DC4E12" w:rsidRDefault="00B94F5F" w:rsidP="000A457F">
      <w:pPr>
        <w:jc w:val="center"/>
        <w:rPr>
          <w:b/>
          <w:bCs/>
          <w:color w:val="auto"/>
        </w:rPr>
      </w:pPr>
    </w:p>
    <w:p w14:paraId="2DF83C81" w14:textId="77777777" w:rsidR="000A457F" w:rsidRPr="00DC4E12" w:rsidRDefault="000A457F" w:rsidP="000A457F">
      <w:pPr>
        <w:jc w:val="center"/>
        <w:rPr>
          <w:b/>
          <w:bCs/>
          <w:color w:val="auto"/>
          <w:sz w:val="28"/>
          <w:szCs w:val="28"/>
        </w:rPr>
      </w:pPr>
      <w:r w:rsidRPr="00DC4E12">
        <w:rPr>
          <w:b/>
          <w:bCs/>
          <w:color w:val="auto"/>
          <w:sz w:val="28"/>
          <w:szCs w:val="28"/>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2DF83C87" w14:textId="0930FC9F" w:rsidR="00B1096A" w:rsidRPr="00DC4E12" w:rsidRDefault="000159D0" w:rsidP="000A457F">
      <w:pPr>
        <w:jc w:val="center"/>
        <w:rPr>
          <w:b/>
          <w:color w:val="auto"/>
        </w:rPr>
      </w:pPr>
      <w:r w:rsidRPr="00DC4E12">
        <w:rPr>
          <w:b/>
          <w:color w:val="auto"/>
          <w:lang w:val="en-GB" w:eastAsia="lt-LT"/>
        </w:rPr>
        <w:t xml:space="preserve">DĖL </w:t>
      </w:r>
      <w:r w:rsidR="00CC0A74" w:rsidRPr="00DC4E12">
        <w:rPr>
          <w:b/>
          <w:color w:val="auto"/>
          <w:lang w:val="en-GB" w:eastAsia="lt-LT"/>
        </w:rPr>
        <w:t xml:space="preserve">PRITARIMO DALYVAUTI </w:t>
      </w:r>
      <w:r w:rsidR="00CA5A23" w:rsidRPr="00DC4E12">
        <w:rPr>
          <w:b/>
          <w:color w:val="auto"/>
          <w:lang w:val="en-GB" w:eastAsia="lt-LT"/>
        </w:rPr>
        <w:t>PROJEKT</w:t>
      </w:r>
      <w:r w:rsidR="00CC0A74" w:rsidRPr="00DC4E12">
        <w:rPr>
          <w:b/>
          <w:color w:val="auto"/>
          <w:lang w:val="en-GB" w:eastAsia="lt-LT"/>
        </w:rPr>
        <w:t>E</w:t>
      </w:r>
      <w:r w:rsidR="00CA5A23" w:rsidRPr="00DC4E12">
        <w:rPr>
          <w:b/>
          <w:color w:val="auto"/>
          <w:lang w:val="en-GB" w:eastAsia="lt-LT"/>
        </w:rPr>
        <w:t xml:space="preserve"> </w:t>
      </w:r>
      <w:r w:rsidRPr="00DC4E12">
        <w:rPr>
          <w:b/>
          <w:color w:val="auto"/>
          <w:lang w:val="en-GB" w:eastAsia="lt-LT"/>
        </w:rPr>
        <w:t>„</w:t>
      </w:r>
      <w:r w:rsidR="000C5184" w:rsidRPr="00DC4E12">
        <w:rPr>
          <w:b/>
          <w:color w:val="auto"/>
        </w:rPr>
        <w:t>SVEIKOS GYVENSENOS SKATINIMAS SKUODO</w:t>
      </w:r>
      <w:r w:rsidR="00F54BB7" w:rsidRPr="00DC4E12">
        <w:rPr>
          <w:b/>
          <w:color w:val="auto"/>
        </w:rPr>
        <w:t xml:space="preserve"> </w:t>
      </w:r>
      <w:r w:rsidR="000C5184" w:rsidRPr="00DC4E12">
        <w:rPr>
          <w:b/>
          <w:color w:val="auto"/>
        </w:rPr>
        <w:t>RAJONE</w:t>
      </w:r>
      <w:r w:rsidRPr="00DC4E12">
        <w:rPr>
          <w:b/>
          <w:color w:val="auto"/>
        </w:rPr>
        <w:t>“</w:t>
      </w:r>
      <w:r w:rsidR="00CC0A74" w:rsidRPr="00DC4E12">
        <w:rPr>
          <w:b/>
          <w:color w:val="auto"/>
        </w:rPr>
        <w:t xml:space="preserve"> PARTNERIO TEISĖMIS</w:t>
      </w:r>
    </w:p>
    <w:p w14:paraId="54990CCA" w14:textId="77777777" w:rsidR="000159D0" w:rsidRPr="00DC4E12" w:rsidRDefault="000159D0" w:rsidP="000A457F">
      <w:pPr>
        <w:jc w:val="center"/>
        <w:rPr>
          <w:b/>
          <w:bCs/>
          <w:color w:val="auto"/>
        </w:rPr>
      </w:pPr>
    </w:p>
    <w:p w14:paraId="2DF83C88" w14:textId="2B8A3B24" w:rsidR="000A457F" w:rsidRPr="00DC4E12" w:rsidRDefault="000A457F" w:rsidP="000A457F">
      <w:pPr>
        <w:jc w:val="center"/>
        <w:rPr>
          <w:color w:val="auto"/>
        </w:rPr>
      </w:pPr>
      <w:r w:rsidRPr="00DC4E12">
        <w:rPr>
          <w:color w:val="auto"/>
        </w:rPr>
        <w:t>202</w:t>
      </w:r>
      <w:r w:rsidR="000159D0" w:rsidRPr="00DC4E12">
        <w:rPr>
          <w:color w:val="auto"/>
        </w:rPr>
        <w:t>4</w:t>
      </w:r>
      <w:r w:rsidRPr="00DC4E12">
        <w:rPr>
          <w:color w:val="auto"/>
        </w:rPr>
        <w:t xml:space="preserve"> m. </w:t>
      </w:r>
      <w:r w:rsidR="000C5184" w:rsidRPr="00DC4E12">
        <w:rPr>
          <w:color w:val="auto"/>
        </w:rPr>
        <w:t>vasario</w:t>
      </w:r>
      <w:r w:rsidR="00426252">
        <w:rPr>
          <w:color w:val="auto"/>
        </w:rPr>
        <w:t xml:space="preserve"> 19 </w:t>
      </w:r>
      <w:r w:rsidRPr="00DC4E12">
        <w:rPr>
          <w:color w:val="auto"/>
        </w:rPr>
        <w:t xml:space="preserve">d. </w:t>
      </w:r>
      <w:r w:rsidR="00B94F5F" w:rsidRPr="00DC4E12">
        <w:rPr>
          <w:color w:val="auto"/>
        </w:rPr>
        <w:t>Nr. T</w:t>
      </w:r>
      <w:r w:rsidR="00426252">
        <w:rPr>
          <w:color w:val="auto"/>
        </w:rPr>
        <w:t>10</w:t>
      </w:r>
      <w:r w:rsidR="000159D0" w:rsidRPr="00DC4E12">
        <w:rPr>
          <w:color w:val="auto"/>
        </w:rPr>
        <w:t>-</w:t>
      </w:r>
      <w:r w:rsidR="00426252">
        <w:rPr>
          <w:color w:val="auto"/>
        </w:rPr>
        <w:t>36</w:t>
      </w:r>
    </w:p>
    <w:p w14:paraId="2DF83C89" w14:textId="77777777" w:rsidR="000A457F" w:rsidRPr="00DC4E12" w:rsidRDefault="000A457F" w:rsidP="000A457F">
      <w:pPr>
        <w:jc w:val="center"/>
        <w:rPr>
          <w:color w:val="auto"/>
        </w:rPr>
      </w:pPr>
      <w:r w:rsidRPr="00DC4E12">
        <w:rPr>
          <w:color w:val="auto"/>
        </w:rPr>
        <w:t>Skuodas</w:t>
      </w:r>
    </w:p>
    <w:p w14:paraId="0F22CEF5" w14:textId="77777777" w:rsidR="0067790E" w:rsidRPr="00DC4E12" w:rsidRDefault="0067790E" w:rsidP="000A457F">
      <w:pPr>
        <w:jc w:val="center"/>
        <w:rPr>
          <w:color w:val="auto"/>
        </w:rPr>
      </w:pPr>
    </w:p>
    <w:p w14:paraId="01305FF7" w14:textId="77777777" w:rsidR="00E90D87" w:rsidRPr="00DC4E12" w:rsidRDefault="00E90D87" w:rsidP="000A457F">
      <w:pPr>
        <w:tabs>
          <w:tab w:val="left" w:pos="10080"/>
        </w:tabs>
        <w:jc w:val="both"/>
        <w:rPr>
          <w:color w:val="auto"/>
        </w:rPr>
      </w:pPr>
    </w:p>
    <w:p w14:paraId="1512FDF4" w14:textId="1F8833A3" w:rsidR="000159D0" w:rsidRPr="00DC4E12" w:rsidRDefault="000159D0" w:rsidP="00CE6246">
      <w:pPr>
        <w:ind w:firstLine="1298"/>
        <w:jc w:val="both"/>
        <w:rPr>
          <w:color w:val="auto"/>
        </w:rPr>
      </w:pPr>
      <w:r w:rsidRPr="00DC4E12">
        <w:rPr>
          <w:color w:val="auto"/>
        </w:rPr>
        <w:t xml:space="preserve">Vadovaudamasi Lietuvos Respublikos vietos savivaldos įstatymo </w:t>
      </w:r>
      <w:r w:rsidR="00CA5A23" w:rsidRPr="00DC4E12">
        <w:rPr>
          <w:color w:val="auto"/>
        </w:rPr>
        <w:t xml:space="preserve">15 </w:t>
      </w:r>
      <w:r w:rsidRPr="00DC4E12">
        <w:rPr>
          <w:color w:val="auto"/>
        </w:rPr>
        <w:t xml:space="preserve">straipsnio </w:t>
      </w:r>
      <w:r w:rsidR="00CA5A23" w:rsidRPr="00DC4E12">
        <w:rPr>
          <w:color w:val="auto"/>
        </w:rPr>
        <w:t>4 dalimi</w:t>
      </w:r>
      <w:r w:rsidRPr="00DC4E12">
        <w:rPr>
          <w:color w:val="auto"/>
        </w:rPr>
        <w:t xml:space="preserve">, </w:t>
      </w:r>
      <w:r w:rsidR="000C5184" w:rsidRPr="00DC4E12">
        <w:rPr>
          <w:color w:val="auto"/>
        </w:rPr>
        <w:t>Lietuvos Respublikos sveikatos apsaugos ministro 2023 m. gegužės 30 d. įsakymu Nr. V-627„Dėl regioninės pažangos priemonės Nr. 11-001-02-10-03 (RE) „Gerinti kokybiškų visuomenės sveikatos paslaugų prieinamumą regionuose“ finansavimo gairių patvirtinimo“ patvirtinto</w:t>
      </w:r>
      <w:r w:rsidR="00162D95" w:rsidRPr="00DC4E12">
        <w:rPr>
          <w:color w:val="auto"/>
        </w:rPr>
        <w:t xml:space="preserve">mis </w:t>
      </w:r>
      <w:r w:rsidR="00E24604" w:rsidRPr="00DC4E12">
        <w:rPr>
          <w:color w:val="auto"/>
        </w:rPr>
        <w:t>regioninės pažangos priemonės 11-001-02-10-03 (RE) „Gerinti kokybiškų visuomenės sveikatos paslaugų prieinamumą regionuose</w:t>
      </w:r>
      <w:r w:rsidR="0050196E">
        <w:rPr>
          <w:color w:val="auto"/>
        </w:rPr>
        <w:t>“</w:t>
      </w:r>
      <w:r w:rsidR="00E24604" w:rsidRPr="00DC4E12">
        <w:rPr>
          <w:color w:val="auto"/>
        </w:rPr>
        <w:t xml:space="preserve"> finansavimo gairėmis,</w:t>
      </w:r>
      <w:r w:rsidRPr="00DC4E12">
        <w:rPr>
          <w:rFonts w:eastAsia="Calibri"/>
          <w:color w:val="auto"/>
        </w:rPr>
        <w:t xml:space="preserve"> Skuodo </w:t>
      </w:r>
      <w:r w:rsidRPr="00DC4E12">
        <w:rPr>
          <w:color w:val="auto"/>
        </w:rPr>
        <w:t>rajono savivaldybės taryba</w:t>
      </w:r>
      <w:r w:rsidR="00313FAC">
        <w:rPr>
          <w:color w:val="auto"/>
        </w:rPr>
        <w:t xml:space="preserve"> </w:t>
      </w:r>
      <w:r w:rsidR="00313FAC" w:rsidRPr="00313FAC">
        <w:rPr>
          <w:color w:val="auto"/>
          <w:spacing w:val="40"/>
        </w:rPr>
        <w:t>nusprendži</w:t>
      </w:r>
      <w:r w:rsidRPr="00DC4E12">
        <w:rPr>
          <w:color w:val="auto"/>
        </w:rPr>
        <w:t>a:</w:t>
      </w:r>
    </w:p>
    <w:p w14:paraId="14A53D27" w14:textId="03D23D25" w:rsidR="000159D0" w:rsidRPr="00DC4E12" w:rsidRDefault="000159D0" w:rsidP="000159D0">
      <w:pPr>
        <w:tabs>
          <w:tab w:val="left" w:pos="1134"/>
          <w:tab w:val="right" w:pos="8306"/>
        </w:tabs>
        <w:ind w:firstLine="1247"/>
        <w:jc w:val="both"/>
        <w:rPr>
          <w:color w:val="auto"/>
        </w:rPr>
      </w:pPr>
      <w:r w:rsidRPr="00DC4E12">
        <w:rPr>
          <w:color w:val="auto"/>
        </w:rPr>
        <w:t xml:space="preserve">1. Pritarti </w:t>
      </w:r>
      <w:r w:rsidR="00CC0A74" w:rsidRPr="00DC4E12">
        <w:rPr>
          <w:color w:val="auto"/>
        </w:rPr>
        <w:t xml:space="preserve">Klaipėdos rajono visuomenės sveikatos biuro </w:t>
      </w:r>
      <w:r w:rsidRPr="00DC4E12">
        <w:rPr>
          <w:color w:val="auto"/>
        </w:rPr>
        <w:t>projekto „</w:t>
      </w:r>
      <w:r w:rsidR="00F6265C" w:rsidRPr="00DC4E12">
        <w:rPr>
          <w:color w:val="auto"/>
        </w:rPr>
        <w:t>Sveikos gyvensenos skatinimas Skuodo</w:t>
      </w:r>
      <w:r w:rsidR="00E24604" w:rsidRPr="00DC4E12">
        <w:rPr>
          <w:color w:val="auto"/>
        </w:rPr>
        <w:t xml:space="preserve"> </w:t>
      </w:r>
      <w:r w:rsidR="00F6265C" w:rsidRPr="00DC4E12">
        <w:rPr>
          <w:color w:val="auto"/>
        </w:rPr>
        <w:t>rajone</w:t>
      </w:r>
      <w:r w:rsidRPr="00DC4E12">
        <w:rPr>
          <w:color w:val="auto"/>
        </w:rPr>
        <w:t xml:space="preserve">“ </w:t>
      </w:r>
      <w:r w:rsidR="00CA5A23" w:rsidRPr="00DC4E12">
        <w:rPr>
          <w:color w:val="auto"/>
        </w:rPr>
        <w:t>rengimui</w:t>
      </w:r>
      <w:r w:rsidR="00CC0A74" w:rsidRPr="00DC4E12">
        <w:rPr>
          <w:color w:val="auto"/>
        </w:rPr>
        <w:t xml:space="preserve"> ir Skuodo rajono savivaldybės administracijos</w:t>
      </w:r>
      <w:r w:rsidR="007E5BBA" w:rsidRPr="00DC4E12">
        <w:rPr>
          <w:color w:val="auto"/>
        </w:rPr>
        <w:t xml:space="preserve"> dalyvavimui projekte partnerio teisėmis</w:t>
      </w:r>
      <w:r w:rsidR="0050196E">
        <w:rPr>
          <w:color w:val="auto"/>
        </w:rPr>
        <w:t>.</w:t>
      </w:r>
    </w:p>
    <w:p w14:paraId="0BAB4DFF" w14:textId="40BA9A54" w:rsidR="00303985" w:rsidRPr="00DC4E12" w:rsidRDefault="00303985" w:rsidP="000159D0">
      <w:pPr>
        <w:tabs>
          <w:tab w:val="left" w:pos="1134"/>
        </w:tabs>
        <w:ind w:firstLine="1247"/>
        <w:jc w:val="both"/>
        <w:rPr>
          <w:rFonts w:eastAsia="Calibri"/>
          <w:color w:val="auto"/>
        </w:rPr>
      </w:pPr>
      <w:r w:rsidRPr="00DC4E12">
        <w:rPr>
          <w:rFonts w:eastAsia="Calibri"/>
          <w:color w:val="auto"/>
        </w:rPr>
        <w:t xml:space="preserve">2. Finansuoti </w:t>
      </w:r>
      <w:r w:rsidR="00A520B1">
        <w:rPr>
          <w:rFonts w:eastAsia="Calibri"/>
          <w:color w:val="auto"/>
        </w:rPr>
        <w:t xml:space="preserve">projekto </w:t>
      </w:r>
      <w:r w:rsidR="00A520B1" w:rsidRPr="00DC4E12">
        <w:rPr>
          <w:color w:val="auto"/>
        </w:rPr>
        <w:t>„Sveikos gyvensenos skatinimas Skuodo rajone“</w:t>
      </w:r>
      <w:r w:rsidR="00A520B1">
        <w:rPr>
          <w:color w:val="auto"/>
        </w:rPr>
        <w:t xml:space="preserve"> </w:t>
      </w:r>
      <w:r w:rsidRPr="00DC4E12">
        <w:rPr>
          <w:rFonts w:eastAsia="Calibri"/>
          <w:color w:val="auto"/>
        </w:rPr>
        <w:t>15 proc. visų tinkamų finansuoti išlaidų</w:t>
      </w:r>
      <w:r w:rsidR="00A520B1">
        <w:rPr>
          <w:rFonts w:eastAsia="Calibri"/>
          <w:color w:val="auto"/>
        </w:rPr>
        <w:t xml:space="preserve"> dalį</w:t>
      </w:r>
      <w:r w:rsidRPr="00DC4E12">
        <w:rPr>
          <w:rFonts w:eastAsia="Calibri"/>
          <w:color w:val="auto"/>
        </w:rPr>
        <w:t>.</w:t>
      </w:r>
    </w:p>
    <w:p w14:paraId="7D893F4D" w14:textId="132B3D63" w:rsidR="000159D0" w:rsidRPr="00DC4E12" w:rsidRDefault="00E90D87" w:rsidP="000159D0">
      <w:pPr>
        <w:tabs>
          <w:tab w:val="left" w:pos="1134"/>
        </w:tabs>
        <w:ind w:firstLine="1247"/>
        <w:jc w:val="both"/>
        <w:rPr>
          <w:rFonts w:eastAsia="Calibri"/>
          <w:color w:val="auto"/>
          <w:lang w:val="en-GB" w:eastAsia="lt-LT"/>
        </w:rPr>
      </w:pPr>
      <w:r w:rsidRPr="00DC4E12">
        <w:rPr>
          <w:rFonts w:eastAsia="Calibri"/>
          <w:color w:val="auto"/>
          <w:lang w:val="en-GB" w:eastAsia="lt-LT"/>
        </w:rPr>
        <w:t>3</w:t>
      </w:r>
      <w:r w:rsidR="000159D0" w:rsidRPr="00DC4E12">
        <w:rPr>
          <w:rFonts w:eastAsia="Calibri"/>
          <w:color w:val="auto"/>
          <w:lang w:val="en-GB" w:eastAsia="lt-LT"/>
        </w:rPr>
        <w:t xml:space="preserve">. </w:t>
      </w:r>
      <w:r w:rsidR="000159D0" w:rsidRPr="00DC4E12">
        <w:rPr>
          <w:rFonts w:eastAsia="Calibri"/>
          <w:color w:val="auto"/>
        </w:rPr>
        <w:t>Įgalioti Skuodo rajono savival</w:t>
      </w:r>
      <w:r w:rsidR="009D3622" w:rsidRPr="00DC4E12">
        <w:rPr>
          <w:rFonts w:eastAsia="Calibri"/>
          <w:color w:val="auto"/>
        </w:rPr>
        <w:t>dybės administracijos direktorę Levutę Staniuvienę</w:t>
      </w:r>
      <w:r w:rsidR="000159D0" w:rsidRPr="00DC4E12">
        <w:rPr>
          <w:rFonts w:eastAsia="Calibri"/>
          <w:color w:val="auto"/>
        </w:rPr>
        <w:t xml:space="preserve"> pasirašyti </w:t>
      </w:r>
      <w:r w:rsidR="006A6A4F" w:rsidRPr="00DC4E12">
        <w:rPr>
          <w:rFonts w:eastAsia="Calibri"/>
          <w:color w:val="auto"/>
        </w:rPr>
        <w:t xml:space="preserve">visus su projektu </w:t>
      </w:r>
      <w:r w:rsidR="001315D4" w:rsidRPr="00DC4E12">
        <w:rPr>
          <w:color w:val="auto"/>
        </w:rPr>
        <w:t>„Sveikos gyvensenos skatinimas Skuodo rajone“</w:t>
      </w:r>
      <w:r w:rsidR="001315D4">
        <w:rPr>
          <w:color w:val="auto"/>
        </w:rPr>
        <w:t xml:space="preserve"> </w:t>
      </w:r>
      <w:r w:rsidR="00CA5A23" w:rsidRPr="00DC4E12">
        <w:rPr>
          <w:rFonts w:eastAsia="Calibri"/>
          <w:color w:val="auto"/>
        </w:rPr>
        <w:t>susijusius dokumentus</w:t>
      </w:r>
      <w:r w:rsidR="000159D0" w:rsidRPr="00DC4E12">
        <w:rPr>
          <w:rFonts w:eastAsia="Calibri"/>
          <w:color w:val="auto"/>
        </w:rPr>
        <w:t>.</w:t>
      </w:r>
    </w:p>
    <w:p w14:paraId="2DF83C8D" w14:textId="3F88DD18" w:rsidR="00BA3DBD" w:rsidRPr="00DC4E12" w:rsidRDefault="00E90D87" w:rsidP="000159D0">
      <w:pPr>
        <w:shd w:val="clear" w:color="auto" w:fill="FFFFFF"/>
        <w:ind w:firstLine="1247"/>
        <w:jc w:val="both"/>
        <w:rPr>
          <w:color w:val="auto"/>
          <w:lang w:eastAsia="lt-LT"/>
        </w:rPr>
      </w:pPr>
      <w:r w:rsidRPr="00DC4E12">
        <w:rPr>
          <w:color w:val="auto"/>
          <w:lang w:eastAsia="lt-LT"/>
        </w:rPr>
        <w:t>4. Nurodyti, kad š</w:t>
      </w:r>
      <w:r w:rsidR="00BA3DBD" w:rsidRPr="00DC4E12">
        <w:rPr>
          <w:color w:val="auto"/>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B767B" w:rsidRPr="00DC4E12">
        <w:rPr>
          <w:color w:val="auto"/>
          <w:lang w:eastAsia="lt-LT"/>
        </w:rPr>
        <w:t>.</w:t>
      </w:r>
    </w:p>
    <w:p w14:paraId="2DF83C8E" w14:textId="77777777" w:rsidR="00B94F5F" w:rsidRPr="00DC4E12" w:rsidRDefault="00B94F5F" w:rsidP="006532B6">
      <w:pPr>
        <w:tabs>
          <w:tab w:val="left" w:pos="10080"/>
        </w:tabs>
        <w:ind w:firstLine="1247"/>
        <w:jc w:val="both"/>
        <w:rPr>
          <w:color w:val="auto"/>
        </w:rPr>
      </w:pPr>
    </w:p>
    <w:p w14:paraId="2FB48803" w14:textId="77777777" w:rsidR="00F8185C" w:rsidRPr="00DC4E12" w:rsidRDefault="00F8185C" w:rsidP="006532B6">
      <w:pPr>
        <w:tabs>
          <w:tab w:val="left" w:pos="10080"/>
        </w:tabs>
        <w:ind w:firstLine="1247"/>
        <w:jc w:val="both"/>
        <w:rPr>
          <w:color w:val="auto"/>
        </w:rPr>
      </w:pPr>
    </w:p>
    <w:p w14:paraId="3B857389" w14:textId="77777777" w:rsidR="00F8185C" w:rsidRPr="00DC4E12" w:rsidRDefault="00F8185C" w:rsidP="006532B6">
      <w:pPr>
        <w:tabs>
          <w:tab w:val="left" w:pos="10080"/>
        </w:tabs>
        <w:ind w:firstLine="1247"/>
        <w:jc w:val="both"/>
        <w:rPr>
          <w:color w:val="auto"/>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13FAC" w14:paraId="4CF12FEE" w14:textId="77777777" w:rsidTr="00313FAC">
        <w:tc>
          <w:tcPr>
            <w:tcW w:w="4814" w:type="dxa"/>
          </w:tcPr>
          <w:p w14:paraId="241B5EEB" w14:textId="15929456" w:rsidR="00313FAC" w:rsidRDefault="00313FAC" w:rsidP="00313FAC">
            <w:pPr>
              <w:tabs>
                <w:tab w:val="right" w:pos="9638"/>
              </w:tabs>
              <w:ind w:left="-108" w:right="-105"/>
              <w:rPr>
                <w:color w:val="auto"/>
              </w:rPr>
            </w:pPr>
            <w:r>
              <w:rPr>
                <w:color w:val="auto"/>
              </w:rPr>
              <w:t>Savivaldybės meras</w:t>
            </w:r>
          </w:p>
        </w:tc>
        <w:tc>
          <w:tcPr>
            <w:tcW w:w="4814" w:type="dxa"/>
          </w:tcPr>
          <w:p w14:paraId="49153077" w14:textId="77777777" w:rsidR="00313FAC" w:rsidRDefault="00313FAC" w:rsidP="00B1096A">
            <w:pPr>
              <w:tabs>
                <w:tab w:val="right" w:pos="9638"/>
              </w:tabs>
              <w:ind w:right="-105"/>
              <w:rPr>
                <w:color w:val="auto"/>
              </w:rPr>
            </w:pPr>
          </w:p>
        </w:tc>
      </w:tr>
    </w:tbl>
    <w:p w14:paraId="2DF83C91" w14:textId="58E96CBA" w:rsidR="000A457F" w:rsidRPr="00DC4E12" w:rsidRDefault="000A457F" w:rsidP="00B1096A">
      <w:pPr>
        <w:tabs>
          <w:tab w:val="right" w:pos="9638"/>
        </w:tabs>
        <w:ind w:right="-105"/>
        <w:rPr>
          <w:color w:val="auto"/>
        </w:rPr>
      </w:pPr>
    </w:p>
    <w:p w14:paraId="2DF83C93" w14:textId="77777777" w:rsidR="00D52EBA" w:rsidRPr="00DC4E12" w:rsidRDefault="00D52EBA" w:rsidP="00D52EBA">
      <w:pPr>
        <w:jc w:val="both"/>
        <w:rPr>
          <w:color w:val="auto"/>
        </w:rPr>
      </w:pPr>
    </w:p>
    <w:p w14:paraId="2DF83C94" w14:textId="77777777" w:rsidR="00B94F5F" w:rsidRPr="00DC4E12" w:rsidRDefault="00B94F5F" w:rsidP="00D52EBA">
      <w:pPr>
        <w:jc w:val="both"/>
        <w:rPr>
          <w:color w:val="auto"/>
        </w:rPr>
      </w:pPr>
    </w:p>
    <w:p w14:paraId="00C948BD" w14:textId="77777777" w:rsidR="005C5EA9" w:rsidRPr="00DC4E12" w:rsidRDefault="005C5EA9" w:rsidP="00D52EBA">
      <w:pPr>
        <w:jc w:val="both"/>
        <w:rPr>
          <w:color w:val="auto"/>
        </w:rPr>
      </w:pPr>
    </w:p>
    <w:p w14:paraId="44F830AF" w14:textId="77777777" w:rsidR="005C5EA9" w:rsidRPr="00DC4E12" w:rsidRDefault="005C5EA9" w:rsidP="00D52EBA">
      <w:pPr>
        <w:jc w:val="both"/>
        <w:rPr>
          <w:color w:val="auto"/>
        </w:rPr>
      </w:pPr>
    </w:p>
    <w:p w14:paraId="007081FF" w14:textId="77777777" w:rsidR="005C5EA9" w:rsidRPr="00DC4E12" w:rsidRDefault="005C5EA9" w:rsidP="00D52EBA">
      <w:pPr>
        <w:jc w:val="both"/>
        <w:rPr>
          <w:color w:val="auto"/>
        </w:rPr>
      </w:pPr>
    </w:p>
    <w:p w14:paraId="7737B919" w14:textId="77777777" w:rsidR="005C5EA9" w:rsidRPr="00DC4E12" w:rsidRDefault="005C5EA9" w:rsidP="00D52EBA">
      <w:pPr>
        <w:jc w:val="both"/>
        <w:rPr>
          <w:color w:val="auto"/>
        </w:rPr>
      </w:pPr>
    </w:p>
    <w:p w14:paraId="2FC4ED65" w14:textId="77777777" w:rsidR="005C5EA9" w:rsidRPr="00DC4E12" w:rsidRDefault="005C5EA9" w:rsidP="00D52EBA">
      <w:pPr>
        <w:jc w:val="both"/>
        <w:rPr>
          <w:color w:val="auto"/>
        </w:rPr>
      </w:pPr>
    </w:p>
    <w:p w14:paraId="30D3FDB4" w14:textId="77777777" w:rsidR="005C5EA9" w:rsidRPr="00DC4E12" w:rsidRDefault="005C5EA9" w:rsidP="00D52EBA">
      <w:pPr>
        <w:jc w:val="both"/>
        <w:rPr>
          <w:color w:val="auto"/>
        </w:rPr>
      </w:pPr>
    </w:p>
    <w:p w14:paraId="7D3F536C" w14:textId="77777777" w:rsidR="005C5EA9" w:rsidRPr="00DC4E12" w:rsidRDefault="005C5EA9" w:rsidP="00D52EBA">
      <w:pPr>
        <w:jc w:val="both"/>
        <w:rPr>
          <w:color w:val="auto"/>
        </w:rPr>
      </w:pPr>
    </w:p>
    <w:p w14:paraId="017046C8" w14:textId="77777777" w:rsidR="005C5EA9" w:rsidRPr="00DC4E12" w:rsidRDefault="005C5EA9" w:rsidP="00D52EBA">
      <w:pPr>
        <w:jc w:val="both"/>
        <w:rPr>
          <w:color w:val="auto"/>
        </w:rPr>
      </w:pPr>
    </w:p>
    <w:p w14:paraId="4B58138A" w14:textId="77777777" w:rsidR="005C5EA9" w:rsidRPr="00DC4E12" w:rsidRDefault="005C5EA9" w:rsidP="00D52EBA">
      <w:pPr>
        <w:jc w:val="both"/>
        <w:rPr>
          <w:color w:val="auto"/>
        </w:rPr>
      </w:pPr>
    </w:p>
    <w:p w14:paraId="0CF26769" w14:textId="77777777" w:rsidR="005C5EA9" w:rsidRPr="00DC4E12" w:rsidRDefault="005C5EA9" w:rsidP="00D52EBA">
      <w:pPr>
        <w:jc w:val="both"/>
        <w:rPr>
          <w:color w:val="auto"/>
        </w:rPr>
      </w:pPr>
    </w:p>
    <w:p w14:paraId="4A75D0A8" w14:textId="77777777" w:rsidR="005C5EA9" w:rsidRPr="00DC4E12" w:rsidRDefault="005C5EA9" w:rsidP="00D52EBA">
      <w:pPr>
        <w:jc w:val="both"/>
        <w:rPr>
          <w:color w:val="auto"/>
        </w:rPr>
      </w:pPr>
    </w:p>
    <w:p w14:paraId="24D288A3" w14:textId="77777777" w:rsidR="005C5EA9" w:rsidRPr="00DC4E12" w:rsidRDefault="005C5EA9" w:rsidP="00D52EBA">
      <w:pPr>
        <w:jc w:val="both"/>
        <w:rPr>
          <w:color w:val="auto"/>
        </w:rPr>
      </w:pPr>
    </w:p>
    <w:p w14:paraId="3BD09342" w14:textId="77777777" w:rsidR="005C5EA9" w:rsidRPr="00DC4E12" w:rsidRDefault="005C5EA9" w:rsidP="00D52EBA">
      <w:pPr>
        <w:jc w:val="both"/>
        <w:rPr>
          <w:color w:val="auto"/>
        </w:rPr>
      </w:pPr>
    </w:p>
    <w:p w14:paraId="2E1E243F" w14:textId="77777777" w:rsidR="008517F3" w:rsidRPr="00DC4E12" w:rsidRDefault="008517F3" w:rsidP="00D52EBA">
      <w:pPr>
        <w:jc w:val="both"/>
        <w:rPr>
          <w:color w:val="auto"/>
        </w:rPr>
      </w:pPr>
    </w:p>
    <w:p w14:paraId="431D479B" w14:textId="63DEBAB6" w:rsidR="00C944E4" w:rsidRPr="00DC4E12" w:rsidRDefault="006240CF" w:rsidP="00D52EBA">
      <w:pPr>
        <w:jc w:val="both"/>
        <w:rPr>
          <w:color w:val="auto"/>
        </w:rPr>
      </w:pPr>
      <w:r w:rsidRPr="00DC4E12">
        <w:rPr>
          <w:color w:val="auto"/>
        </w:rPr>
        <w:t>Edita Jautakienė, tel. (8 440)  73 938</w:t>
      </w:r>
      <w:r w:rsidRPr="00DC4E12" w:rsidDel="00F54BB7">
        <w:rPr>
          <w:color w:val="auto"/>
        </w:rPr>
        <w:t xml:space="preserve"> </w:t>
      </w:r>
    </w:p>
    <w:sectPr w:rsidR="00C944E4" w:rsidRPr="00DC4E12" w:rsidSect="001C558B">
      <w:headerReference w:type="even" r:id="rId7"/>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55D2D" w14:textId="77777777" w:rsidR="001C558B" w:rsidRDefault="001C558B">
      <w:r>
        <w:separator/>
      </w:r>
    </w:p>
  </w:endnote>
  <w:endnote w:type="continuationSeparator" w:id="0">
    <w:p w14:paraId="28390C53" w14:textId="77777777" w:rsidR="001C558B" w:rsidRDefault="001C5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5F0AB" w14:textId="77777777" w:rsidR="001C558B" w:rsidRDefault="001C558B">
      <w:r>
        <w:separator/>
      </w:r>
    </w:p>
  </w:footnote>
  <w:footnote w:type="continuationSeparator" w:id="0">
    <w:p w14:paraId="7267B1B6" w14:textId="77777777" w:rsidR="001C558B" w:rsidRDefault="001C5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C4E12">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2AF5F" w14:textId="376B9DC2" w:rsidR="0067790E" w:rsidRPr="00CE6246" w:rsidRDefault="0067790E" w:rsidP="006240CF">
    <w:pPr>
      <w:pStyle w:val="Antrats"/>
      <w:jc w:val="right"/>
      <w:rPr>
        <w:b/>
        <w:bCs/>
        <w:i/>
        <w:iCs/>
      </w:rPr>
    </w:pPr>
    <w:r w:rsidRPr="00CE6246">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172456934">
    <w:abstractNumId w:val="0"/>
  </w:num>
  <w:num w:numId="2" w16cid:durableId="1766657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159D0"/>
    <w:rsid w:val="000212F6"/>
    <w:rsid w:val="00041D6E"/>
    <w:rsid w:val="00071776"/>
    <w:rsid w:val="00081317"/>
    <w:rsid w:val="00091DA7"/>
    <w:rsid w:val="00093DC0"/>
    <w:rsid w:val="00094492"/>
    <w:rsid w:val="000A457F"/>
    <w:rsid w:val="000A7FDF"/>
    <w:rsid w:val="000C5184"/>
    <w:rsid w:val="000C7AFE"/>
    <w:rsid w:val="000F7CD5"/>
    <w:rsid w:val="001114D2"/>
    <w:rsid w:val="001315D4"/>
    <w:rsid w:val="00137781"/>
    <w:rsid w:val="00161B6C"/>
    <w:rsid w:val="00162D95"/>
    <w:rsid w:val="00164E18"/>
    <w:rsid w:val="001B31B8"/>
    <w:rsid w:val="001C0DD8"/>
    <w:rsid w:val="001C558B"/>
    <w:rsid w:val="001D00D2"/>
    <w:rsid w:val="001E1E64"/>
    <w:rsid w:val="001F2DCC"/>
    <w:rsid w:val="002016F5"/>
    <w:rsid w:val="00202010"/>
    <w:rsid w:val="00211A7D"/>
    <w:rsid w:val="00223B0B"/>
    <w:rsid w:val="00252C9B"/>
    <w:rsid w:val="00256067"/>
    <w:rsid w:val="002737C5"/>
    <w:rsid w:val="00303985"/>
    <w:rsid w:val="00310D7A"/>
    <w:rsid w:val="003115D8"/>
    <w:rsid w:val="00313FAC"/>
    <w:rsid w:val="00330E0D"/>
    <w:rsid w:val="00335F82"/>
    <w:rsid w:val="003467BB"/>
    <w:rsid w:val="00377091"/>
    <w:rsid w:val="003778EE"/>
    <w:rsid w:val="003B770C"/>
    <w:rsid w:val="003C5432"/>
    <w:rsid w:val="003D362E"/>
    <w:rsid w:val="00406F72"/>
    <w:rsid w:val="00412520"/>
    <w:rsid w:val="004159FA"/>
    <w:rsid w:val="00426252"/>
    <w:rsid w:val="00435F45"/>
    <w:rsid w:val="00493C3F"/>
    <w:rsid w:val="004A5EE5"/>
    <w:rsid w:val="004B4526"/>
    <w:rsid w:val="004B74A6"/>
    <w:rsid w:val="004E226A"/>
    <w:rsid w:val="0050196E"/>
    <w:rsid w:val="00503FFE"/>
    <w:rsid w:val="005045C3"/>
    <w:rsid w:val="00506A88"/>
    <w:rsid w:val="00562E49"/>
    <w:rsid w:val="005A1C80"/>
    <w:rsid w:val="005A3992"/>
    <w:rsid w:val="005C5EA9"/>
    <w:rsid w:val="00615447"/>
    <w:rsid w:val="006240CF"/>
    <w:rsid w:val="00643428"/>
    <w:rsid w:val="006532B6"/>
    <w:rsid w:val="006630F6"/>
    <w:rsid w:val="006655E8"/>
    <w:rsid w:val="00667A87"/>
    <w:rsid w:val="0067790E"/>
    <w:rsid w:val="006818C1"/>
    <w:rsid w:val="006A6A4F"/>
    <w:rsid w:val="006B2C47"/>
    <w:rsid w:val="006E0630"/>
    <w:rsid w:val="006F3AE8"/>
    <w:rsid w:val="00700416"/>
    <w:rsid w:val="0074773C"/>
    <w:rsid w:val="007E3FA0"/>
    <w:rsid w:val="007E5BBA"/>
    <w:rsid w:val="00821BB9"/>
    <w:rsid w:val="008517F3"/>
    <w:rsid w:val="008B143E"/>
    <w:rsid w:val="008B767B"/>
    <w:rsid w:val="008C3398"/>
    <w:rsid w:val="00901310"/>
    <w:rsid w:val="00912554"/>
    <w:rsid w:val="00942F7D"/>
    <w:rsid w:val="009B0B91"/>
    <w:rsid w:val="009B237C"/>
    <w:rsid w:val="009D3622"/>
    <w:rsid w:val="009D39F9"/>
    <w:rsid w:val="009E1BCC"/>
    <w:rsid w:val="009E4329"/>
    <w:rsid w:val="009E6AC5"/>
    <w:rsid w:val="00A00EED"/>
    <w:rsid w:val="00A22C99"/>
    <w:rsid w:val="00A520B1"/>
    <w:rsid w:val="00A52F9C"/>
    <w:rsid w:val="00A660D4"/>
    <w:rsid w:val="00AA6425"/>
    <w:rsid w:val="00AC195D"/>
    <w:rsid w:val="00AD3618"/>
    <w:rsid w:val="00B07343"/>
    <w:rsid w:val="00B1096A"/>
    <w:rsid w:val="00B21C4A"/>
    <w:rsid w:val="00B41CCB"/>
    <w:rsid w:val="00B94F5F"/>
    <w:rsid w:val="00BA3DBD"/>
    <w:rsid w:val="00BE289F"/>
    <w:rsid w:val="00C0726F"/>
    <w:rsid w:val="00C20CA4"/>
    <w:rsid w:val="00C944E4"/>
    <w:rsid w:val="00CA5A23"/>
    <w:rsid w:val="00CB0E65"/>
    <w:rsid w:val="00CC0A74"/>
    <w:rsid w:val="00CD35DA"/>
    <w:rsid w:val="00CE6246"/>
    <w:rsid w:val="00D52EBA"/>
    <w:rsid w:val="00D54298"/>
    <w:rsid w:val="00D611B4"/>
    <w:rsid w:val="00D75DFB"/>
    <w:rsid w:val="00DC4E12"/>
    <w:rsid w:val="00DF114D"/>
    <w:rsid w:val="00E051E4"/>
    <w:rsid w:val="00E059E5"/>
    <w:rsid w:val="00E06ABA"/>
    <w:rsid w:val="00E24604"/>
    <w:rsid w:val="00E404B1"/>
    <w:rsid w:val="00E4155C"/>
    <w:rsid w:val="00E44DFB"/>
    <w:rsid w:val="00E50DE6"/>
    <w:rsid w:val="00E551C8"/>
    <w:rsid w:val="00E90D87"/>
    <w:rsid w:val="00EE1E5F"/>
    <w:rsid w:val="00EF175D"/>
    <w:rsid w:val="00F00C05"/>
    <w:rsid w:val="00F44FA5"/>
    <w:rsid w:val="00F54BB7"/>
    <w:rsid w:val="00F6265C"/>
    <w:rsid w:val="00F772D0"/>
    <w:rsid w:val="00F8185C"/>
    <w:rsid w:val="00F94AA8"/>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76A0C7A3-0262-4C17-8468-1FE25E5C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5</TotalTime>
  <Pages>1</Pages>
  <Words>1107</Words>
  <Characters>632</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4</cp:revision>
  <cp:lastPrinted>2024-01-23T08:16:00Z</cp:lastPrinted>
  <dcterms:created xsi:type="dcterms:W3CDTF">2024-02-14T08:08:00Z</dcterms:created>
  <dcterms:modified xsi:type="dcterms:W3CDTF">2024-02-20T06:32:00Z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